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7CD6C069" w:rsidR="00FF0D19" w:rsidRPr="006B4430" w:rsidRDefault="00FF0D19" w:rsidP="006B4430">
      <w:pPr>
        <w:jc w:val="both"/>
        <w:rPr>
          <w:rFonts w:ascii="Verdana" w:eastAsia="Calibri" w:hAnsi="Verdana" w:cstheme="minorHAnsi"/>
          <w:szCs w:val="18"/>
          <w:lang w:eastAsia="pl-PL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354417">
            <w:rPr>
              <w:rFonts w:ascii="Verdana" w:hAnsi="Verdana" w:cstheme="minorHAnsi"/>
              <w:b/>
              <w:szCs w:val="18"/>
            </w:rPr>
            <w:t>021</w:t>
          </w:r>
          <w:r w:rsidR="0033511F">
            <w:rPr>
              <w:rFonts w:ascii="Verdana" w:hAnsi="Verdana" w:cstheme="minorHAnsi"/>
              <w:b/>
              <w:szCs w:val="18"/>
            </w:rPr>
            <w:t>1</w:t>
          </w:r>
          <w:r w:rsidRPr="006B4430">
            <w:rPr>
              <w:rFonts w:ascii="Verdana" w:hAnsi="Verdana" w:cstheme="minorHAnsi"/>
              <w:b/>
              <w:szCs w:val="18"/>
            </w:rPr>
            <w:t>/202</w:t>
          </w:r>
          <w:r w:rsidR="00354417">
            <w:rPr>
              <w:rFonts w:ascii="Verdana" w:hAnsi="Verdana" w:cstheme="minorHAnsi"/>
              <w:b/>
              <w:szCs w:val="18"/>
            </w:rPr>
            <w:t>6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354417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</w:t>
      </w:r>
      <w:r w:rsidR="0033511F" w:rsidRPr="0033511F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etap </w:t>
      </w:r>
      <w:r w:rsidR="0033511F" w:rsidRPr="0033511F">
        <w:rPr>
          <w:rFonts w:cs="Arial"/>
          <w:b/>
          <w:bCs/>
          <w:i/>
          <w:iCs/>
          <w:color w:val="000000"/>
          <w:spacing w:val="-15"/>
          <w:sz w:val="20"/>
          <w:szCs w:val="20"/>
        </w:rPr>
        <w:t>X, XI, XII, XIII, XIV, XV</w:t>
      </w:r>
      <w:r w:rsidR="00354417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) - 6 części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6775AEC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354417">
            <w:rPr>
              <w:rFonts w:asciiTheme="majorHAnsi" w:hAnsiTheme="majorHAnsi"/>
              <w:color w:val="000000" w:themeColor="text1"/>
              <w:sz w:val="14"/>
              <w:szCs w:val="18"/>
            </w:rPr>
            <w:t>021</w:t>
          </w:r>
          <w:r w:rsidR="0033511F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5441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6695B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3511F"/>
    <w:rsid w:val="00347E8D"/>
    <w:rsid w:val="00354417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062E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263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2863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0250B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26695B"/>
    <w:rsid w:val="00323F16"/>
    <w:rsid w:val="00923BDF"/>
    <w:rsid w:val="00974CB6"/>
    <w:rsid w:val="00F0205B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8F2C01-54A7-4D30-B4AE-3361B3F49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POST/DYS/OB/GZ/00211/2026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2026-01-26T12:15:00Z</dcterms:created>
  <dcterms:modified xsi:type="dcterms:W3CDTF">2026-01-26T12:15:00Z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